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33668" w14:textId="77777777" w:rsidR="00B24D69" w:rsidRPr="00DC26E1" w:rsidRDefault="002E2BCF" w:rsidP="00B24D69">
      <w:pPr>
        <w:keepNext/>
        <w:spacing w:before="1080"/>
        <w:jc w:val="both"/>
        <w:outlineLvl w:val="0"/>
        <w:rPr>
          <w:rFonts w:ascii="Helvetica 75 Bold" w:hAnsi="Helvetica 75 Bold" w:cs="Arial"/>
          <w:color w:val="FF00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DC26E1">
        <w:rPr>
          <w:rFonts w:ascii="Helvetica 75 Bold" w:hAnsi="Helvetica 75 Bold" w:cs="Arial"/>
          <w:color w:val="FF0000"/>
          <w:sz w:val="56"/>
          <w:szCs w:val="56"/>
        </w:rPr>
        <w:t>Annexe</w:t>
      </w:r>
      <w:r w:rsidR="00B24D69" w:rsidRPr="00DC26E1">
        <w:rPr>
          <w:rFonts w:ascii="Helvetica 75 Bold" w:hAnsi="Helvetica 75 Bold" w:cs="Arial"/>
          <w:color w:val="FF0000"/>
          <w:sz w:val="56"/>
          <w:szCs w:val="56"/>
        </w:rPr>
        <w:t xml:space="preserve"> </w:t>
      </w:r>
      <w:bookmarkEnd w:id="0"/>
      <w:r w:rsidR="00B24D69" w:rsidRPr="00DC26E1">
        <w:rPr>
          <w:rFonts w:ascii="Helvetica 75 Bold" w:hAnsi="Helvetica 75 Bold" w:cs="Arial"/>
          <w:color w:val="FF0000"/>
          <w:sz w:val="56"/>
          <w:szCs w:val="56"/>
        </w:rPr>
        <w:t>1</w:t>
      </w:r>
      <w:r w:rsidR="007330DA" w:rsidRPr="00DC26E1">
        <w:rPr>
          <w:rFonts w:ascii="Helvetica 75 Bold" w:hAnsi="Helvetica 75 Bold" w:cs="Arial"/>
          <w:color w:val="FF0000"/>
          <w:sz w:val="56"/>
          <w:szCs w:val="56"/>
        </w:rPr>
        <w:t xml:space="preserve"> - prix</w:t>
      </w:r>
    </w:p>
    <w:p w14:paraId="00C33669" w14:textId="77777777" w:rsidR="00B24D69" w:rsidRPr="00DC26E1" w:rsidRDefault="00601FD8" w:rsidP="00B24D69">
      <w:pPr>
        <w:rPr>
          <w:b/>
          <w:bCs/>
          <w:sz w:val="36"/>
          <w:szCs w:val="36"/>
        </w:rPr>
      </w:pPr>
      <w:r w:rsidRPr="00DC26E1">
        <w:rPr>
          <w:b/>
          <w:bCs/>
          <w:sz w:val="36"/>
          <w:szCs w:val="36"/>
        </w:rPr>
        <w:t xml:space="preserve">Offre </w:t>
      </w:r>
      <w:r w:rsidR="008875AF" w:rsidRPr="00DC26E1">
        <w:rPr>
          <w:b/>
          <w:bCs/>
          <w:sz w:val="36"/>
          <w:szCs w:val="36"/>
        </w:rPr>
        <w:t xml:space="preserve">FTTE passif </w:t>
      </w:r>
      <w:r w:rsidR="00184812" w:rsidRPr="00DC26E1">
        <w:rPr>
          <w:b/>
          <w:bCs/>
          <w:sz w:val="36"/>
          <w:szCs w:val="36"/>
        </w:rPr>
        <w:t>PM</w:t>
      </w:r>
      <w:r w:rsidR="00C96A4F" w:rsidRPr="00DC26E1">
        <w:rPr>
          <w:b/>
          <w:bCs/>
          <w:sz w:val="36"/>
          <w:szCs w:val="36"/>
        </w:rPr>
        <w:t xml:space="preserve"> de </w:t>
      </w:r>
      <w:r w:rsidR="00BB7244" w:rsidRPr="00DC26E1">
        <w:rPr>
          <w:b/>
          <w:bCs/>
          <w:sz w:val="36"/>
          <w:szCs w:val="36"/>
        </w:rPr>
        <w:t>MAYENNE FIBRE</w:t>
      </w:r>
    </w:p>
    <w:p w14:paraId="00C3366A" w14:textId="77777777" w:rsidR="00B24D69" w:rsidRPr="00B24D69" w:rsidRDefault="00B24D69" w:rsidP="00B24D69">
      <w:pPr>
        <w:rPr>
          <w:sz w:val="40"/>
          <w:szCs w:val="40"/>
        </w:rPr>
      </w:pPr>
    </w:p>
    <w:p w14:paraId="00C3366B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00C3366C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00C3366D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00C3366E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00C3366F" w14:textId="77777777" w:rsidR="00B24D69" w:rsidRPr="00B24D69" w:rsidRDefault="00B24D69" w:rsidP="00DC26E1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p w14:paraId="00C33670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00C33673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C33671" w14:textId="77777777" w:rsidR="00B24D69" w:rsidRPr="00B24D69" w:rsidRDefault="00184812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</w:t>
            </w:r>
            <w:r w:rsidR="00B24D69" w:rsidRPr="00B24D69">
              <w:rPr>
                <w:rFonts w:cs="Arial"/>
                <w:szCs w:val="20"/>
              </w:rPr>
              <w:t>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0C33672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0C33676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3674" w14:textId="77777777" w:rsidR="000A6F05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3675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00C33679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3677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3678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00C3367C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367A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367B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00C3367D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00C3367E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00C3367F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00C33680" w14:textId="77777777" w:rsidR="00B24D69" w:rsidRPr="00B24D69" w:rsidRDefault="00B24D69" w:rsidP="00DC26E1">
      <w:pPr>
        <w:pStyle w:val="Titre"/>
      </w:pPr>
      <w:r w:rsidRPr="00B24D69">
        <w:t xml:space="preserve"> </w:t>
      </w:r>
      <w:bookmarkStart w:id="16" w:name="_Toc469066121"/>
      <w:bookmarkStart w:id="17" w:name="_Toc468875178"/>
      <w:bookmarkStart w:id="18" w:name="_Toc468352047"/>
      <w:r w:rsidRPr="00B24D69">
        <w:t>Abonnement mensuel</w:t>
      </w:r>
      <w:bookmarkEnd w:id="16"/>
      <w:bookmarkEnd w:id="17"/>
      <w:bookmarkEnd w:id="18"/>
    </w:p>
    <w:p w14:paraId="00C33681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00C33684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C33682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0C33683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00C33687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3685" w14:textId="77777777" w:rsidR="00B24D69" w:rsidRPr="00B24D69" w:rsidRDefault="00B24D69" w:rsidP="00184812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 xml:space="preserve">FTTE passif </w:t>
            </w:r>
            <w:r w:rsidR="00184812">
              <w:rPr>
                <w:szCs w:val="20"/>
              </w:rPr>
              <w:t>PM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3686" w14:textId="77777777" w:rsidR="00B24D69" w:rsidRPr="00B24D69" w:rsidRDefault="00184812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cs="Arial"/>
                <w:szCs w:val="20"/>
              </w:rPr>
              <w:t>83</w:t>
            </w:r>
            <w:r w:rsidR="004E6D9B" w:rsidRPr="001549F0">
              <w:rPr>
                <w:rFonts w:cs="Arial"/>
                <w:szCs w:val="20"/>
              </w:rPr>
              <w:t>,5</w:t>
            </w:r>
          </w:p>
        </w:tc>
      </w:tr>
    </w:tbl>
    <w:p w14:paraId="00C33688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00C33689" w14:textId="77777777" w:rsidR="00B24D69" w:rsidRPr="00B24D69" w:rsidRDefault="00B24D69" w:rsidP="00DC26E1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p w14:paraId="00C3368A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00C3368D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C3368B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0C3368C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00C33690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368E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368F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00C33691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0C33692" w14:textId="77777777" w:rsidR="00F50D48" w:rsidRDefault="00F50D48" w:rsidP="00DC26E1">
      <w:pPr>
        <w:pStyle w:val="Titre"/>
      </w:pPr>
      <w:r w:rsidRPr="00B24D69">
        <w:t xml:space="preserve">Option de </w:t>
      </w:r>
      <w:r>
        <w:t xml:space="preserve">GTR S1 d’un </w:t>
      </w:r>
      <w:r w:rsidR="001549F0">
        <w:t>A</w:t>
      </w:r>
      <w:r>
        <w:t xml:space="preserve">ccès </w:t>
      </w:r>
      <w:r w:rsidR="008875AF">
        <w:t xml:space="preserve">FTTE passif </w:t>
      </w:r>
      <w:r w:rsidR="00184812">
        <w:t>PM</w:t>
      </w:r>
    </w:p>
    <w:p w14:paraId="00C33693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00C33696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C33694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0C33695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00C33699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3697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3698" w14:textId="77777777" w:rsidR="00F50D48" w:rsidRPr="00B24D69" w:rsidRDefault="00184812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3</w:t>
            </w:r>
            <w:r w:rsidR="00F50D48">
              <w:rPr>
                <w:rFonts w:ascii="Arial" w:hAnsi="Arial"/>
                <w:snapToGrid w:val="0"/>
                <w:szCs w:val="20"/>
                <w:lang w:val="it-IT"/>
              </w:rPr>
              <w:t>0</w:t>
            </w:r>
          </w:p>
        </w:tc>
      </w:tr>
    </w:tbl>
    <w:p w14:paraId="00C3369A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0C3369B" w14:textId="77777777" w:rsidR="006A6614" w:rsidRDefault="006A6614" w:rsidP="00DC26E1">
      <w:pPr>
        <w:pStyle w:val="Titre"/>
      </w:pPr>
      <w:r>
        <w:t>Modifications</w:t>
      </w:r>
    </w:p>
    <w:p w14:paraId="00C3369C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00C3369F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0C3369D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00C3369E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00C336A2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36A0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336A1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00C336A5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36A3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36A4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0C336A8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36A6" w14:textId="77777777" w:rsidR="006A6614" w:rsidRPr="006A6614" w:rsidRDefault="006A6614" w:rsidP="0018481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Modification de la position tête d’opérateur au </w:t>
            </w:r>
            <w:r w:rsidR="00184812">
              <w:rPr>
                <w:szCs w:val="20"/>
              </w:rPr>
              <w:t>PM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36A7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00C336AB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36A9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36AA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00C336AE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336AC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36AD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00C336AF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00C336B0" w14:textId="77777777" w:rsidR="002E72D5" w:rsidRPr="004E4EA8" w:rsidRDefault="002E72D5" w:rsidP="00DC26E1">
      <w:pPr>
        <w:pStyle w:val="Titre"/>
        <w:rPr>
          <w:sz w:val="24"/>
          <w:szCs w:val="26"/>
        </w:rPr>
      </w:pPr>
      <w:r w:rsidRPr="002E72D5">
        <w:t>Interventions à Tort (IAT)</w:t>
      </w:r>
    </w:p>
    <w:p w14:paraId="00C336B1" w14:textId="77777777" w:rsidR="002E72D5" w:rsidRPr="00A0559B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Cs w:val="20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00C336B5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00C336B2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00C336B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00C336B4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00C336B9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0C336B6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BB7244">
              <w:rPr>
                <w:rFonts w:cs="Arial"/>
                <w:noProof/>
                <w:snapToGrid w:val="0"/>
                <w:szCs w:val="20"/>
              </w:rPr>
              <w:t>MAYENNE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C336B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0C336B8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00C336BD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0C336BA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BB7244">
              <w:rPr>
                <w:rFonts w:cs="Arial"/>
                <w:noProof/>
                <w:snapToGrid w:val="0"/>
                <w:szCs w:val="20"/>
              </w:rPr>
              <w:t>MAYENNE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C336BB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0C336BC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00C336C1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0C336BE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C336B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0C336C0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00C336C5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00C336C2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C336C3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00C336C4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00C336C6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00DC2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00C336C7" w14:textId="77777777" w:rsidR="002E72D5" w:rsidRPr="00124E23" w:rsidRDefault="002E72D5" w:rsidP="002E72D5">
      <w:pPr>
        <w:pStyle w:val="Texte"/>
      </w:pPr>
    </w:p>
    <w:p w14:paraId="00C336C8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B1595B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336CC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00C336CD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00C336CE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336CF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0C336D0" w14:textId="77777777" w:rsidR="00255DD8" w:rsidRDefault="00255DD8" w:rsidP="00A83267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  <w:p w14:paraId="00C336D1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B254DD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B254DD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336D3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00C336D4" w14:textId="77777777" w:rsidR="00A83267" w:rsidRPr="00A83267" w:rsidRDefault="00255DD8" w:rsidP="00255DD8">
    <w:pPr>
      <w:pStyle w:val="Pieddepage"/>
      <w:ind w:right="360"/>
      <w:jc w:val="right"/>
      <w:rPr>
        <w:sz w:val="16"/>
        <w:szCs w:val="16"/>
      </w:rPr>
    </w:pPr>
    <w:r w:rsidRPr="00255DD8">
      <w:rPr>
        <w:sz w:val="16"/>
        <w:szCs w:val="16"/>
      </w:rPr>
      <w:t>V2.1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336C9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00C336CA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00C336CB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336D2" w14:textId="77777777" w:rsidR="00255DD8" w:rsidRPr="00BB7244" w:rsidRDefault="00BB7244" w:rsidP="00BB7244">
    <w:pPr>
      <w:pStyle w:val="En-tte"/>
    </w:pPr>
    <w:r>
      <w:rPr>
        <w:noProof/>
      </w:rPr>
      <w:drawing>
        <wp:inline distT="0" distB="0" distL="0" distR="0" wp14:anchorId="00C336D5" wp14:editId="00C336D6">
          <wp:extent cx="1219200" cy="78185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yenne Fib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899" cy="7989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3" w15:restartNumberingAfterBreak="0">
    <w:nsid w:val="24841527"/>
    <w:multiLevelType w:val="hybridMultilevel"/>
    <w:tmpl w:val="AA5E4760"/>
    <w:lvl w:ilvl="0" w:tplc="BE0A23FE">
      <w:start w:val="1"/>
      <w:numFmt w:val="decimal"/>
      <w:pStyle w:val="Titre"/>
      <w:lvlText w:val="%1."/>
      <w:lvlJc w:val="left"/>
      <w:pPr>
        <w:ind w:left="4179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4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972664087">
    <w:abstractNumId w:val="17"/>
  </w:num>
  <w:num w:numId="2" w16cid:durableId="294331430">
    <w:abstractNumId w:val="15"/>
  </w:num>
  <w:num w:numId="3" w16cid:durableId="94060564">
    <w:abstractNumId w:val="10"/>
  </w:num>
  <w:num w:numId="4" w16cid:durableId="1569539907">
    <w:abstractNumId w:val="21"/>
  </w:num>
  <w:num w:numId="5" w16cid:durableId="2079018126">
    <w:abstractNumId w:val="22"/>
  </w:num>
  <w:num w:numId="6" w16cid:durableId="1523516011">
    <w:abstractNumId w:val="20"/>
  </w:num>
  <w:num w:numId="7" w16cid:durableId="909316670">
    <w:abstractNumId w:val="23"/>
  </w:num>
  <w:num w:numId="8" w16cid:durableId="444010254">
    <w:abstractNumId w:val="18"/>
  </w:num>
  <w:num w:numId="9" w16cid:durableId="568811102">
    <w:abstractNumId w:val="16"/>
  </w:num>
  <w:num w:numId="10" w16cid:durableId="714813226">
    <w:abstractNumId w:val="19"/>
  </w:num>
  <w:num w:numId="11" w16cid:durableId="1225220856">
    <w:abstractNumId w:val="11"/>
  </w:num>
  <w:num w:numId="12" w16cid:durableId="1913269023">
    <w:abstractNumId w:val="7"/>
  </w:num>
  <w:num w:numId="13" w16cid:durableId="700476427">
    <w:abstractNumId w:val="8"/>
  </w:num>
  <w:num w:numId="14" w16cid:durableId="629090029">
    <w:abstractNumId w:val="3"/>
  </w:num>
  <w:num w:numId="15" w16cid:durableId="1109547865">
    <w:abstractNumId w:val="2"/>
  </w:num>
  <w:num w:numId="16" w16cid:durableId="767851502">
    <w:abstractNumId w:val="1"/>
  </w:num>
  <w:num w:numId="17" w16cid:durableId="543175140">
    <w:abstractNumId w:val="0"/>
  </w:num>
  <w:num w:numId="18" w16cid:durableId="1775242950">
    <w:abstractNumId w:val="6"/>
  </w:num>
  <w:num w:numId="19" w16cid:durableId="1167132032">
    <w:abstractNumId w:val="5"/>
  </w:num>
  <w:num w:numId="20" w16cid:durableId="1345785987">
    <w:abstractNumId w:val="4"/>
  </w:num>
  <w:num w:numId="21" w16cid:durableId="1044791294">
    <w:abstractNumId w:val="9"/>
  </w:num>
  <w:num w:numId="22" w16cid:durableId="530339936">
    <w:abstractNumId w:val="24"/>
  </w:num>
  <w:num w:numId="23" w16cid:durableId="16158640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588486">
    <w:abstractNumId w:val="12"/>
  </w:num>
  <w:num w:numId="25" w16cid:durableId="1825706498">
    <w:abstractNumId w:val="14"/>
  </w:num>
  <w:num w:numId="26" w16cid:durableId="823667525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505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234C"/>
    <w:rsid w:val="001842B0"/>
    <w:rsid w:val="001844EC"/>
    <w:rsid w:val="001846D0"/>
    <w:rsid w:val="00184812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5DD8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77A0C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559B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595B"/>
    <w:rsid w:val="00B17879"/>
    <w:rsid w:val="00B22691"/>
    <w:rsid w:val="00B23807"/>
    <w:rsid w:val="00B23C33"/>
    <w:rsid w:val="00B24D69"/>
    <w:rsid w:val="00B254DD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B7244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0DC2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6E1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0C33668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DC26E1"/>
    <w:pPr>
      <w:numPr>
        <w:numId w:val="26"/>
      </w:numPr>
      <w:ind w:left="357" w:hanging="357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D83BD87E-8EC4-4EBC-9CBC-4B70A30F65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977881-7D2B-464F-8A18-3F416A0969E2}"/>
</file>

<file path=customXml/itemProps3.xml><?xml version="1.0" encoding="utf-8"?>
<ds:datastoreItem xmlns:ds="http://schemas.openxmlformats.org/officeDocument/2006/customXml" ds:itemID="{FB520AF8-2D0A-4DE6-8EE0-5EE5009BFF0E}"/>
</file>

<file path=customXml/itemProps4.xml><?xml version="1.0" encoding="utf-8"?>
<ds:datastoreItem xmlns:ds="http://schemas.openxmlformats.org/officeDocument/2006/customXml" ds:itemID="{47BF7DEB-29CC-4EF4-8CFD-BB8239C89F28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3</cp:revision>
  <cp:lastPrinted>2017-01-09T14:40:00Z</cp:lastPrinted>
  <dcterms:created xsi:type="dcterms:W3CDTF">2022-12-21T12:59:00Z</dcterms:created>
  <dcterms:modified xsi:type="dcterms:W3CDTF">2022-12-21T12:59:00Z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